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745BB6">
        <w:rPr>
          <w:rFonts w:ascii="Arial Narrow" w:hAnsi="Arial Narrow"/>
          <w:sz w:val="22"/>
          <w:lang w:val="de-DE"/>
        </w:rPr>
        <w:t>7</w:t>
      </w:r>
      <w:r>
        <w:rPr>
          <w:rFonts w:ascii="Arial Narrow" w:hAnsi="Arial Narrow"/>
          <w:sz w:val="22"/>
          <w:lang w:val="de-DE"/>
        </w:rPr>
        <w:t>_</w:t>
      </w:r>
      <w:r w:rsidR="00BD4E8B">
        <w:rPr>
          <w:rFonts w:ascii="Arial Narrow" w:hAnsi="Arial Narrow"/>
          <w:sz w:val="22"/>
          <w:lang w:val="de-DE"/>
        </w:rPr>
        <w:t>. Sitzung | SS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745BB6">
        <w:rPr>
          <w:rFonts w:ascii="Arial Narrow" w:hAnsi="Arial Narrow"/>
          <w:noProof/>
          <w:sz w:val="22"/>
          <w:lang w:val="de-DE"/>
        </w:rPr>
        <w:t>27.05.2013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5BB6">
        <w:rPr>
          <w:rFonts w:ascii="Arial Narrow" w:hAnsi="Arial Narrow"/>
          <w:sz w:val="22"/>
          <w:lang w:val="de-DE"/>
        </w:rPr>
        <w:t>13:00 Uhr</w:t>
      </w:r>
      <w:bookmarkStart w:id="0" w:name="_GoBack"/>
      <w:bookmarkEnd w:id="0"/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0C1EB8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745BB6" w:rsidRDefault="00745BB6" w:rsidP="00745BB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E-Mail Reservierung Cafete</w:t>
      </w:r>
    </w:p>
    <w:p w:rsidR="00745BB6" w:rsidRDefault="00745BB6" w:rsidP="00745BB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Spende an AstA von Vermieter</w:t>
      </w:r>
    </w:p>
    <w:p w:rsidR="0003734E" w:rsidRDefault="000C1EB8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745BB6" w:rsidRDefault="00745BB6" w:rsidP="00745BB6">
      <w:pPr>
        <w:pStyle w:val="WortmarkeFu"/>
        <w:numPr>
          <w:ilvl w:val="0"/>
          <w:numId w:val="6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Spenden Referate – läuft</w:t>
      </w:r>
    </w:p>
    <w:p w:rsidR="00745BB6" w:rsidRPr="000755CE" w:rsidRDefault="00745BB6" w:rsidP="00745BB6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745BB6" w:rsidRPr="000755C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BB6" w:rsidRDefault="00745BB6">
      <w:pPr>
        <w:spacing w:line="20" w:lineRule="exact"/>
      </w:pPr>
    </w:p>
  </w:endnote>
  <w:endnote w:type="continuationSeparator" w:id="0">
    <w:p w:rsidR="00745BB6" w:rsidRDefault="00745BB6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745BB6" w:rsidRDefault="00745BB6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BB6" w:rsidRDefault="00745BB6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745BB6" w:rsidRDefault="00745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745BB6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213B2A"/>
    <w:multiLevelType w:val="hybridMultilevel"/>
    <w:tmpl w:val="0340EACA"/>
    <w:lvl w:ilvl="0" w:tplc="9FA88490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D6F556E"/>
    <w:multiLevelType w:val="hybridMultilevel"/>
    <w:tmpl w:val="261A2AC4"/>
    <w:lvl w:ilvl="0" w:tplc="2F22816A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BB6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45BB6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43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Siegfried Fien</dc:creator>
  <cp:lastModifiedBy>Siegfried Fien</cp:lastModifiedBy>
  <cp:revision>1</cp:revision>
  <cp:lastPrinted>2013-05-27T10:58:00Z</cp:lastPrinted>
  <dcterms:created xsi:type="dcterms:W3CDTF">2013-05-27T10:50:00Z</dcterms:created>
  <dcterms:modified xsi:type="dcterms:W3CDTF">2013-05-27T11:00:00Z</dcterms:modified>
</cp:coreProperties>
</file>